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E578F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E578FE">
        <w:rPr>
          <w:rFonts w:ascii="Arial Narrow" w:hAnsi="Arial Narrow"/>
          <w:sz w:val="22"/>
          <w:lang w:val="de-DE"/>
        </w:rPr>
        <w:t>21.03.2018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E578FE" w:rsidRDefault="00F71E66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Semesterferien (Daniel)</w:t>
      </w:r>
    </w:p>
    <w:p w:rsidR="00E578FE" w:rsidRDefault="00E578FE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Vorschlag</w:t>
      </w:r>
      <w:r w:rsidR="00DF734A">
        <w:rPr>
          <w:rFonts w:ascii="Arial Narrow" w:hAnsi="Arial Narrow"/>
          <w:sz w:val="22"/>
          <w:lang w:val="de-DE"/>
        </w:rPr>
        <w:t xml:space="preserve"> &amp; Wahl</w:t>
      </w:r>
      <w:r>
        <w:rPr>
          <w:rFonts w:ascii="Arial Narrow" w:hAnsi="Arial Narrow"/>
          <w:sz w:val="22"/>
          <w:lang w:val="de-DE"/>
        </w:rPr>
        <w:t xml:space="preserve"> Campus-AStA-Vorsitzende</w:t>
      </w:r>
      <w:r w:rsidR="00F71E66">
        <w:rPr>
          <w:rFonts w:ascii="Arial Narrow" w:hAnsi="Arial Narrow"/>
          <w:sz w:val="22"/>
          <w:lang w:val="de-DE"/>
        </w:rPr>
        <w:t xml:space="preserve"> (Daniel)</w:t>
      </w:r>
    </w:p>
    <w:p w:rsidR="00F71E66" w:rsidRDefault="00F71E66" w:rsidP="00F71E6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Sitzungstermin</w:t>
      </w:r>
      <w:r w:rsidR="00540B99">
        <w:rPr>
          <w:rFonts w:ascii="Arial Narrow" w:hAnsi="Arial Narrow"/>
          <w:sz w:val="22"/>
          <w:lang w:val="de-DE"/>
        </w:rPr>
        <w:t xml:space="preserve"> 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 xml:space="preserve"> (Daniel)</w:t>
      </w:r>
    </w:p>
    <w:p w:rsidR="00F71E66" w:rsidRPr="00F71E66" w:rsidRDefault="00F71E66" w:rsidP="00F71E6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 Ämter</w:t>
      </w:r>
      <w:r w:rsidR="009E4954">
        <w:rPr>
          <w:rFonts w:ascii="Arial Narrow" w:hAnsi="Arial Narrow"/>
          <w:sz w:val="22"/>
          <w:lang w:val="de-DE"/>
        </w:rPr>
        <w:t xml:space="preserve"> (Matze)</w:t>
      </w:r>
    </w:p>
    <w:p w:rsidR="00717EA3" w:rsidRDefault="00717EA3" w:rsidP="00E154E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AStA-Abend</w:t>
      </w:r>
      <w:r w:rsidR="00F71E66">
        <w:rPr>
          <w:rFonts w:ascii="Arial Narrow" w:hAnsi="Arial Narrow"/>
          <w:sz w:val="22"/>
          <w:lang w:val="de-DE"/>
        </w:rPr>
        <w:t xml:space="preserve"> – Termin (Daniel)</w:t>
      </w:r>
    </w:p>
    <w:p w:rsidR="00717EA3" w:rsidRDefault="00793C56" w:rsidP="00E154E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 w:rsidRPr="00DF734A">
        <w:rPr>
          <w:rFonts w:ascii="Arial Narrow" w:hAnsi="Arial Narrow"/>
          <w:sz w:val="22"/>
        </w:rPr>
        <w:t xml:space="preserve">Stand </w:t>
      </w:r>
      <w:proofErr w:type="spellStart"/>
      <w:r w:rsidRPr="00DF734A">
        <w:rPr>
          <w:rFonts w:ascii="Arial Narrow" w:hAnsi="Arial Narrow"/>
          <w:sz w:val="22"/>
        </w:rPr>
        <w:t>Erstiparty</w:t>
      </w:r>
      <w:proofErr w:type="spellEnd"/>
      <w:r w:rsidR="00F71E66" w:rsidRPr="00DF734A">
        <w:rPr>
          <w:rFonts w:ascii="Arial Narrow" w:hAnsi="Arial Narrow"/>
          <w:sz w:val="22"/>
        </w:rPr>
        <w:t xml:space="preserve"> </w:t>
      </w:r>
      <w:r w:rsidRPr="00DF734A">
        <w:rPr>
          <w:rFonts w:ascii="Arial Narrow" w:hAnsi="Arial Narrow"/>
          <w:sz w:val="22"/>
        </w:rPr>
        <w:t>/</w:t>
      </w:r>
      <w:r w:rsidR="00F71E66" w:rsidRPr="00DF734A">
        <w:rPr>
          <w:rFonts w:ascii="Arial Narrow" w:hAnsi="Arial Narrow"/>
          <w:sz w:val="22"/>
        </w:rPr>
        <w:t xml:space="preserve"> </w:t>
      </w:r>
      <w:proofErr w:type="spellStart"/>
      <w:r w:rsidRPr="00DF734A">
        <w:rPr>
          <w:rFonts w:ascii="Arial Narrow" w:hAnsi="Arial Narrow"/>
          <w:sz w:val="22"/>
        </w:rPr>
        <w:t>Studierbar</w:t>
      </w:r>
      <w:proofErr w:type="spellEnd"/>
      <w:r w:rsidR="00F71E66" w:rsidRPr="00DF734A">
        <w:rPr>
          <w:rFonts w:ascii="Arial Narrow" w:hAnsi="Arial Narrow"/>
          <w:sz w:val="22"/>
        </w:rPr>
        <w:t xml:space="preserve"> (Alex / Johannes)</w:t>
      </w:r>
    </w:p>
    <w:p w:rsidR="00D449D4" w:rsidRPr="00DF734A" w:rsidRDefault="00D449D4" w:rsidP="00E154E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Kletterreff</w:t>
      </w:r>
      <w:proofErr w:type="spellEnd"/>
      <w:r>
        <w:rPr>
          <w:rFonts w:ascii="Arial Narrow" w:hAnsi="Arial Narrow"/>
          <w:sz w:val="22"/>
        </w:rPr>
        <w:t xml:space="preserve"> (Fabian)</w:t>
      </w:r>
    </w:p>
    <w:p w:rsidR="00886C1F" w:rsidRDefault="00F71E66" w:rsidP="00E154E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Prohoga</w:t>
      </w:r>
      <w:proofErr w:type="spellEnd"/>
      <w:r>
        <w:rPr>
          <w:rFonts w:ascii="Arial Narrow" w:hAnsi="Arial Narrow"/>
          <w:sz w:val="22"/>
          <w:lang w:val="de-DE"/>
        </w:rPr>
        <w:t xml:space="preserve"> (Daniel)</w:t>
      </w:r>
    </w:p>
    <w:p w:rsidR="0035070E" w:rsidRDefault="0035070E" w:rsidP="0035070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 HSB (Matze)</w:t>
      </w:r>
    </w:p>
    <w:p w:rsidR="00DF734A" w:rsidRDefault="00DF734A" w:rsidP="0035070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– Shirts (Daniel)</w:t>
      </w:r>
    </w:p>
    <w:p w:rsidR="00D449D4" w:rsidRDefault="00DF734A" w:rsidP="00D449D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DRK – Lehrgang </w:t>
      </w:r>
      <w:r w:rsidR="00D57565">
        <w:rPr>
          <w:rFonts w:ascii="Arial Narrow" w:hAnsi="Arial Narrow"/>
          <w:sz w:val="22"/>
          <w:lang w:val="de-DE"/>
        </w:rPr>
        <w:t>(Daniel)</w:t>
      </w:r>
    </w:p>
    <w:p w:rsidR="00DF734A" w:rsidRPr="00D449D4" w:rsidRDefault="00D449D4" w:rsidP="00D449D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Philipp 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 xml:space="preserve"> (Daniel)</w:t>
      </w:r>
    </w:p>
    <w:p w:rsidR="00F44A8C" w:rsidRPr="00DF734A" w:rsidRDefault="00FD2BD0" w:rsidP="00DF734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44A8C" w:rsidRPr="00DF734A" w:rsidSect="00724073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B99" w:rsidRDefault="00540B99">
      <w:pPr>
        <w:spacing w:line="20" w:lineRule="exact"/>
      </w:pPr>
    </w:p>
  </w:endnote>
  <w:endnote w:type="continuationSeparator" w:id="0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40B99" w:rsidRDefault="0054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Pr="00CF0EE6" w:rsidRDefault="00540B9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Campus-AStA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40B99" w:rsidRPr="00CF0EE6" w:rsidRDefault="00540B9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D1210"/>
    <w:rsid w:val="002E7327"/>
    <w:rsid w:val="00310FD9"/>
    <w:rsid w:val="00312F4D"/>
    <w:rsid w:val="003339C0"/>
    <w:rsid w:val="00334E64"/>
    <w:rsid w:val="0034237A"/>
    <w:rsid w:val="0035070E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40B99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17EA3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93C5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6C1F"/>
    <w:rsid w:val="008C250E"/>
    <w:rsid w:val="008D16EC"/>
    <w:rsid w:val="008D2BDB"/>
    <w:rsid w:val="008F7364"/>
    <w:rsid w:val="008F780F"/>
    <w:rsid w:val="009141C9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4954"/>
    <w:rsid w:val="009E6CE4"/>
    <w:rsid w:val="00A05515"/>
    <w:rsid w:val="00A17584"/>
    <w:rsid w:val="00A268ED"/>
    <w:rsid w:val="00A448D9"/>
    <w:rsid w:val="00A44D35"/>
    <w:rsid w:val="00A609B8"/>
    <w:rsid w:val="00A846BA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449D4"/>
    <w:rsid w:val="00D523B8"/>
    <w:rsid w:val="00D55BFE"/>
    <w:rsid w:val="00D57565"/>
    <w:rsid w:val="00D62D7D"/>
    <w:rsid w:val="00D74377"/>
    <w:rsid w:val="00D803B9"/>
    <w:rsid w:val="00D94C60"/>
    <w:rsid w:val="00DD1790"/>
    <w:rsid w:val="00DE1988"/>
    <w:rsid w:val="00DE1F6C"/>
    <w:rsid w:val="00DE2509"/>
    <w:rsid w:val="00DF734A"/>
    <w:rsid w:val="00E06528"/>
    <w:rsid w:val="00E154EA"/>
    <w:rsid w:val="00E1673A"/>
    <w:rsid w:val="00E1764A"/>
    <w:rsid w:val="00E206F4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F15EEB"/>
    <w:rsid w:val="00F44A8C"/>
    <w:rsid w:val="00F71E66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28D0DB7E"/>
  <w15:docId w15:val="{0A153ED3-3ED5-40D4-9BD3-2DEE0577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Daniel Sommer</cp:lastModifiedBy>
  <cp:revision>21</cp:revision>
  <cp:lastPrinted>2017-10-09T11:03:00Z</cp:lastPrinted>
  <dcterms:created xsi:type="dcterms:W3CDTF">2017-10-18T07:35:00Z</dcterms:created>
  <dcterms:modified xsi:type="dcterms:W3CDTF">2018-03-21T13:35:00Z</dcterms:modified>
</cp:coreProperties>
</file>